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D8FC486" w:rsidR="00A301E0" w:rsidRPr="00536741" w:rsidRDefault="006278BA" w:rsidP="00536741">
            <w:pPr>
              <w:pStyle w:val="SISSCODE"/>
            </w:pPr>
            <w:r>
              <w:t>S</w:t>
            </w:r>
            <w:r w:rsidR="00A76B44">
              <w:t>F</w:t>
            </w:r>
            <w:r>
              <w:t>I</w:t>
            </w:r>
            <w:r w:rsidR="00A76B44">
              <w:t>SS</w:t>
            </w:r>
            <w:bookmarkStart w:id="0" w:name="_GoBack"/>
            <w:bookmarkEnd w:id="0"/>
            <w:r w:rsidR="00866F8E">
              <w:t>XXX</w:t>
            </w:r>
            <w:r w:rsidR="00A76B44">
              <w:t>16</w:t>
            </w:r>
          </w:p>
        </w:tc>
        <w:tc>
          <w:tcPr>
            <w:tcW w:w="3604" w:type="pct"/>
            <w:shd w:val="clear" w:color="auto" w:fill="auto"/>
          </w:tcPr>
          <w:p w14:paraId="60DDD117" w14:textId="5C8601C3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0A09AD">
              <w:t xml:space="preserve">Incident </w:t>
            </w:r>
            <w:r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71ED56D9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A09AD">
              <w:t xml:space="preserve">take control and deal with a crocodile incident.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BF2DA99" w14:textId="4DB777C3" w:rsidR="005A2483" w:rsidRDefault="008C53B8" w:rsidP="00404E26">
            <w:pPr>
              <w:pStyle w:val="SIBulletList1"/>
            </w:pPr>
            <w:r w:rsidRPr="008C53B8">
              <w:t>SFICRO</w:t>
            </w:r>
            <w:r w:rsidR="000A09AD">
              <w:t>4</w:t>
            </w:r>
            <w:r w:rsidRPr="008C53B8">
              <w:t>X</w:t>
            </w:r>
            <w:r w:rsidR="000A09AD">
              <w:t>1</w:t>
            </w:r>
            <w:r w:rsidRPr="008C53B8">
              <w:t xml:space="preserve"> </w:t>
            </w:r>
            <w:r w:rsidR="000A09AD">
              <w:t xml:space="preserve">Manage crocodile incidents </w:t>
            </w:r>
            <w:r w:rsidR="005A2483">
              <w:t xml:space="preserve"> </w:t>
            </w:r>
          </w:p>
          <w:p w14:paraId="5970C1B3" w14:textId="16995843" w:rsidR="000A09AD" w:rsidRDefault="000A09AD" w:rsidP="00536741">
            <w:pPr>
              <w:pStyle w:val="SIBulletList1"/>
            </w:pPr>
            <w:r w:rsidRPr="000A09AD">
              <w:t>SFICRO4X</w:t>
            </w:r>
            <w:r>
              <w:t>5</w:t>
            </w:r>
            <w:r w:rsidRPr="000A09AD">
              <w:t xml:space="preserve"> </w:t>
            </w:r>
            <w:r>
              <w:t>Euthanise or destroy crocodiles</w:t>
            </w:r>
            <w:r w:rsidRPr="000A09AD">
              <w:t xml:space="preserve">  </w:t>
            </w:r>
          </w:p>
          <w:p w14:paraId="16C00098" w14:textId="0560462C" w:rsidR="00EC0002" w:rsidRDefault="00EC0002" w:rsidP="00536741">
            <w:pPr>
              <w:pStyle w:val="SIBulletList1"/>
            </w:pPr>
            <w:r>
              <w:t>SFICRO2X3 Operate and maintain equipment or technology for work with crocodiles</w:t>
            </w:r>
          </w:p>
          <w:p w14:paraId="4CBEE9B0" w14:textId="1BBE5B60" w:rsidR="00DB557A" w:rsidRPr="00536741" w:rsidRDefault="00DE62FF" w:rsidP="00536741">
            <w:pPr>
              <w:pStyle w:val="SIBulletList1"/>
            </w:pPr>
            <w:r>
              <w:t xml:space="preserve">HLTAID003 Provide First aid </w:t>
            </w:r>
          </w:p>
          <w:p w14:paraId="5317E85E" w14:textId="1E392BA0" w:rsidR="00DB557A" w:rsidRDefault="00DE62FF" w:rsidP="00536741">
            <w:pPr>
              <w:pStyle w:val="SIBulletList1"/>
            </w:pPr>
            <w:r>
              <w:t>BSBFLM312 Contribute to team effectiveness</w:t>
            </w:r>
          </w:p>
          <w:p w14:paraId="124B682D" w14:textId="13DBBDB0" w:rsidR="00EC0002" w:rsidRDefault="00EC0002" w:rsidP="00536741">
            <w:pPr>
              <w:pStyle w:val="SIBulletList1"/>
            </w:pPr>
            <w:r>
              <w:t>BSBITU213 Use digital technologies to communicate remotely</w:t>
            </w:r>
          </w:p>
          <w:p w14:paraId="7008B704" w14:textId="72736C0C" w:rsidR="000A09AD" w:rsidRDefault="000A09AD" w:rsidP="00536741">
            <w:pPr>
              <w:pStyle w:val="SIBulletList1"/>
            </w:pPr>
            <w:r>
              <w:t>SIRXOSM002 Maintain ethical and professional standards when using social media and online platforms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1FC79E06" w:rsidR="0016138C" w:rsidRPr="00536741" w:rsidRDefault="008E3345" w:rsidP="008E3345">
            <w:pPr>
              <w:pStyle w:val="SIText"/>
            </w:pPr>
            <w:r>
              <w:t>This skill set is for individuals who have experience in working in crocodile waterways</w:t>
            </w:r>
            <w:r w:rsidR="000A09AD">
              <w:t xml:space="preserve"> and dealing with the media</w:t>
            </w:r>
            <w:r>
              <w:t xml:space="preserve">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0858E56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88590E">
              <w:t xml:space="preserve"> Training Package</w:t>
            </w:r>
            <w:r w:rsidRPr="008E3345">
              <w:t>, the HLT Heath Training Package</w:t>
            </w:r>
            <w:r w:rsidR="00B16B03">
              <w:t>, the SIR Retail Services Training Package</w:t>
            </w:r>
            <w:r w:rsidRPr="008E3345">
              <w:t xml:space="preserve"> and the BSB Business Services Training Package meet the industry requirements for working with </w:t>
            </w:r>
            <w:r w:rsidR="000A09AD">
              <w:t xml:space="preserve">crocodiles in </w:t>
            </w:r>
            <w:r w:rsidR="00633FEA">
              <w:t xml:space="preserve">captivity or in </w:t>
            </w:r>
            <w:r w:rsidR="000A09AD">
              <w:t>the</w:t>
            </w:r>
            <w:r w:rsidR="008C53B8">
              <w:t xml:space="preserve"> wild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8B330" w14:textId="77777777" w:rsidR="007D09DB" w:rsidRDefault="007D09DB" w:rsidP="00BF3F0A">
      <w:r>
        <w:separator/>
      </w:r>
    </w:p>
    <w:p w14:paraId="005F3293" w14:textId="77777777" w:rsidR="007D09DB" w:rsidRDefault="007D09DB"/>
  </w:endnote>
  <w:endnote w:type="continuationSeparator" w:id="0">
    <w:p w14:paraId="013564B7" w14:textId="77777777" w:rsidR="007D09DB" w:rsidRDefault="007D09DB" w:rsidP="00BF3F0A">
      <w:r>
        <w:continuationSeparator/>
      </w:r>
    </w:p>
    <w:p w14:paraId="78656E09" w14:textId="77777777" w:rsidR="007D09DB" w:rsidRDefault="007D0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C205" w14:textId="77777777" w:rsidR="007D09DB" w:rsidRDefault="007D09DB" w:rsidP="00BF3F0A">
      <w:r>
        <w:separator/>
      </w:r>
    </w:p>
    <w:p w14:paraId="2A131322" w14:textId="77777777" w:rsidR="007D09DB" w:rsidRDefault="007D09DB"/>
  </w:footnote>
  <w:footnote w:type="continuationSeparator" w:id="0">
    <w:p w14:paraId="62BD1E8B" w14:textId="77777777" w:rsidR="007D09DB" w:rsidRDefault="007D09DB" w:rsidP="00BF3F0A">
      <w:r>
        <w:continuationSeparator/>
      </w:r>
    </w:p>
    <w:p w14:paraId="0C49AC77" w14:textId="77777777" w:rsidR="007D09DB" w:rsidRDefault="007D09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275EBD99" w:rsidR="009C2650" w:rsidRDefault="00866F8E">
    <w:r w:rsidRPr="00866F8E">
      <w:t>S</w:t>
    </w:r>
    <w:r w:rsidR="00A76B44">
      <w:t>F</w:t>
    </w:r>
    <w:r w:rsidRPr="00866F8E">
      <w:t>I</w:t>
    </w:r>
    <w:r w:rsidR="00A76B44">
      <w:t>SS</w:t>
    </w:r>
    <w:r>
      <w:t>XXX</w:t>
    </w:r>
    <w:r w:rsidR="00A76B44">
      <w:t>16</w:t>
    </w:r>
    <w:r w:rsidRPr="00866F8E">
      <w:t xml:space="preserve"> </w:t>
    </w:r>
    <w:r w:rsidR="00EC0002" w:rsidRPr="00EC0002">
      <w:t xml:space="preserve">Crocodile </w:t>
    </w:r>
    <w:r w:rsidR="000A09AD">
      <w:t>Incident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09A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B44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2d54921e-ee0f-49d3-9073-a54df1d0eb34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EB4C84-823F-44B5-BA79-CFA70DF3B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2C85E-445A-4766-B557-B7EEE034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2020-01-24T07:55:00Z</dcterms:created>
  <dcterms:modified xsi:type="dcterms:W3CDTF">2020-02-03T03:34:00Z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